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A7" w:rsidRDefault="00AE00A7" w:rsidP="00AE00A7">
      <w:pPr>
        <w:spacing w:line="300" w:lineRule="auto"/>
        <w:ind w:firstLineChars="945" w:firstLine="31680"/>
        <w:rPr>
          <w:rFonts w:ascii="黑体" w:eastAsia="黑体" w:hAnsi="黑体" w:cs="Arial"/>
          <w:b/>
          <w:sz w:val="32"/>
          <w:szCs w:val="32"/>
        </w:rPr>
      </w:pPr>
      <w:r>
        <w:rPr>
          <w:rFonts w:ascii="黑体" w:eastAsia="黑体" w:hAnsi="黑体" w:cs="Arial" w:hint="eastAsia"/>
          <w:b/>
          <w:sz w:val="32"/>
          <w:szCs w:val="32"/>
        </w:rPr>
        <w:t>投标申请人承诺函</w:t>
      </w:r>
    </w:p>
    <w:p w:rsidR="00AE00A7" w:rsidRDefault="00AE00A7">
      <w:pPr>
        <w:spacing w:line="300" w:lineRule="auto"/>
        <w:rPr>
          <w:rFonts w:ascii="Arial" w:hAnsi="Arial" w:cs="Arial"/>
          <w:b/>
          <w:sz w:val="24"/>
          <w:u w:val="single"/>
        </w:rPr>
      </w:pPr>
    </w:p>
    <w:p w:rsidR="00AE00A7" w:rsidRDefault="00AE00A7" w:rsidP="007404E8">
      <w:pPr>
        <w:spacing w:afterLines="50" w:line="300" w:lineRule="auto"/>
        <w:rPr>
          <w:rFonts w:ascii="宋体" w:cs="Arial"/>
          <w:bCs/>
          <w:sz w:val="24"/>
        </w:rPr>
      </w:pPr>
      <w:r>
        <w:rPr>
          <w:rFonts w:ascii="宋体" w:hAnsi="宋体" w:cs="Arial" w:hint="eastAsia"/>
          <w:bCs/>
          <w:sz w:val="24"/>
        </w:rPr>
        <w:t>招标项目名称：</w:t>
      </w:r>
    </w:p>
    <w:p w:rsidR="00AE00A7" w:rsidRDefault="00AE00A7" w:rsidP="007404E8">
      <w:pPr>
        <w:spacing w:afterLines="50" w:line="300" w:lineRule="auto"/>
        <w:rPr>
          <w:rFonts w:ascii="Arial" w:hAnsi="Arial" w:cs="Arial"/>
          <w:sz w:val="24"/>
        </w:rPr>
      </w:pPr>
    </w:p>
    <w:p w:rsidR="00AE00A7" w:rsidRDefault="00AE00A7" w:rsidP="007404E8">
      <w:pPr>
        <w:spacing w:afterLines="50" w:line="300" w:lineRule="auto"/>
        <w:rPr>
          <w:rFonts w:ascii="Arial" w:hAnsi="Arial" w:cs="Arial"/>
          <w:sz w:val="24"/>
        </w:rPr>
      </w:pPr>
      <w:r>
        <w:rPr>
          <w:rFonts w:ascii="Arial" w:hAnsi="Arial" w:cs="Arial" w:hint="eastAsia"/>
          <w:sz w:val="24"/>
        </w:rPr>
        <w:t>致：</w:t>
      </w:r>
      <w:r>
        <w:rPr>
          <w:rFonts w:ascii="Arial" w:hAnsi="Arial" w:cs="Arial"/>
          <w:sz w:val="24"/>
          <w:u w:val="single"/>
        </w:rPr>
        <w:t xml:space="preserve">                             </w:t>
      </w:r>
      <w:r>
        <w:rPr>
          <w:rFonts w:ascii="Arial" w:hAnsi="Arial" w:cs="Arial" w:hint="eastAsia"/>
          <w:sz w:val="24"/>
          <w:u w:val="single"/>
        </w:rPr>
        <w:t>（招标人名称）</w:t>
      </w:r>
      <w:r>
        <w:rPr>
          <w:rFonts w:ascii="Arial" w:hAnsi="Arial" w:cs="Arial" w:hint="eastAsia"/>
          <w:sz w:val="24"/>
        </w:rPr>
        <w:t>：</w:t>
      </w:r>
    </w:p>
    <w:p w:rsidR="00AE00A7" w:rsidRDefault="00AE00A7" w:rsidP="007404E8">
      <w:pPr>
        <w:spacing w:afterLines="50" w:line="300" w:lineRule="auto"/>
        <w:rPr>
          <w:rFonts w:ascii="Arial" w:hAnsi="Arial" w:cs="Arial"/>
          <w:sz w:val="24"/>
        </w:rPr>
      </w:pP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我们承认你们、你们委托的招标代理机构或你们指定的代表有权为证实我们递交的声明、文件及资料或验证我们的财务和技术状况进行调查。</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我们在此郑重承诺：</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一、我公司没有处于被责令停业、投标资格被取消、财产被接管、冻结、破产状态；</w:t>
      </w:r>
    </w:p>
    <w:p w:rsidR="00AE00A7" w:rsidRDefault="00AE00A7" w:rsidP="00384B9E">
      <w:pPr>
        <w:spacing w:afterLines="50" w:line="300" w:lineRule="auto"/>
        <w:ind w:firstLineChars="200" w:firstLine="31680"/>
        <w:rPr>
          <w:rFonts w:ascii="Arial" w:hAnsi="Arial" w:cs="Arial"/>
          <w:color w:val="0000FF"/>
          <w:sz w:val="24"/>
        </w:rPr>
      </w:pPr>
      <w:r>
        <w:rPr>
          <w:rFonts w:ascii="Arial" w:hAnsi="Arial" w:cs="Arial" w:hint="eastAsia"/>
          <w:sz w:val="24"/>
        </w:rPr>
        <w:t>二、我公司在最近三年</w:t>
      </w:r>
      <w:r>
        <w:rPr>
          <w:rFonts w:ascii="Arial" w:hAnsi="Arial" w:cs="Arial" w:hint="eastAsia"/>
          <w:sz w:val="24"/>
          <w:szCs w:val="24"/>
        </w:rPr>
        <w:t>内没有骗取中标和严重违约及重大质量和安全问题</w:t>
      </w:r>
      <w:r>
        <w:rPr>
          <w:rFonts w:ascii="Arial" w:hAnsi="Arial" w:cs="Arial" w:hint="eastAsia"/>
          <w:color w:val="0000FF"/>
          <w:sz w:val="24"/>
          <w:szCs w:val="24"/>
        </w:rPr>
        <w:t>；</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三、我公司在最近三年</w:t>
      </w:r>
      <w:r>
        <w:rPr>
          <w:rFonts w:ascii="Arial" w:hAnsi="Arial" w:cs="Arial" w:hint="eastAsia"/>
          <w:sz w:val="24"/>
          <w:szCs w:val="24"/>
        </w:rPr>
        <w:t>无不良行为记录、法律诉讼和恶意投诉的情况；</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四、我公司保证不以他人名义申请投标，不与其他投标申请人串通、或与招标人串通申请投标；</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五、我公司保证不存在与招标人有利害关系可能影响招标公正性的法人、其他组织或个人。</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六、我公司保证如通过资格预审确定为合格的投标人，将按照招标人要求在领取招标文件后按时提交投标保证金，并按时投标。</w:t>
      </w:r>
    </w:p>
    <w:p w:rsidR="00AE00A7" w:rsidRDefault="00AE00A7" w:rsidP="00384B9E">
      <w:pPr>
        <w:spacing w:afterLines="50" w:line="300" w:lineRule="auto"/>
        <w:ind w:firstLineChars="200" w:firstLine="31680"/>
        <w:rPr>
          <w:rFonts w:ascii="Arial" w:hAnsi="Arial" w:cs="Arial"/>
          <w:sz w:val="24"/>
        </w:rPr>
      </w:pPr>
      <w:r>
        <w:rPr>
          <w:rFonts w:ascii="Arial" w:hAnsi="Arial" w:cs="Arial" w:hint="eastAsia"/>
          <w:sz w:val="24"/>
        </w:rPr>
        <w:t>如果在该项目投标资格预审过程中或者在投标过程中或者在中标后，招标人或者有管辖权的招标投标行政监管机构发现并查实我公司上述承诺中存在任何虚报或不真实的信息，我公司将无条件地自动放弃该项目的投标资格和中标资格，并同意将我公司列入招标人的投标企业无诚信“黑名单”，同时承担由此所导致的法律责任。</w:t>
      </w:r>
    </w:p>
    <w:p w:rsidR="00AE00A7" w:rsidRDefault="00AE00A7" w:rsidP="007404E8">
      <w:pPr>
        <w:spacing w:afterLines="50" w:line="300" w:lineRule="auto"/>
        <w:rPr>
          <w:rFonts w:ascii="Arial" w:hAnsi="Arial" w:cs="Arial"/>
          <w:sz w:val="24"/>
          <w:szCs w:val="24"/>
        </w:rPr>
      </w:pPr>
      <w:r>
        <w:rPr>
          <w:rFonts w:ascii="Arial" w:hAnsi="Arial" w:cs="Arial" w:hint="eastAsia"/>
          <w:sz w:val="24"/>
          <w:szCs w:val="24"/>
        </w:rPr>
        <w:t>投标申请人（</w:t>
      </w:r>
      <w:r>
        <w:rPr>
          <w:rFonts w:ascii="Arial" w:hAnsi="Arial" w:cs="Arial" w:hint="eastAsia"/>
          <w:i/>
          <w:sz w:val="24"/>
          <w:szCs w:val="24"/>
        </w:rPr>
        <w:t>公司名称及公章</w:t>
      </w:r>
      <w:r>
        <w:rPr>
          <w:rFonts w:ascii="Arial" w:hAnsi="Arial" w:cs="Arial" w:hint="eastAsia"/>
          <w:sz w:val="24"/>
          <w:szCs w:val="24"/>
        </w:rPr>
        <w:t>）：</w:t>
      </w:r>
    </w:p>
    <w:p w:rsidR="00AE00A7" w:rsidRDefault="00AE00A7" w:rsidP="007404E8">
      <w:pPr>
        <w:spacing w:afterLines="50" w:line="300" w:lineRule="auto"/>
        <w:rPr>
          <w:rFonts w:ascii="Arial" w:hAnsi="Arial" w:cs="Arial"/>
          <w:sz w:val="24"/>
        </w:rPr>
      </w:pPr>
    </w:p>
    <w:p w:rsidR="00AE00A7" w:rsidRDefault="00AE00A7" w:rsidP="007404E8">
      <w:pPr>
        <w:spacing w:afterLines="50" w:line="300" w:lineRule="auto"/>
        <w:rPr>
          <w:rFonts w:ascii="Arial" w:hAnsi="Arial" w:cs="Arial"/>
          <w:sz w:val="24"/>
        </w:rPr>
      </w:pPr>
      <w:r>
        <w:rPr>
          <w:rFonts w:ascii="Arial" w:hAnsi="Arial" w:cs="Arial" w:hint="eastAsia"/>
          <w:sz w:val="24"/>
        </w:rPr>
        <w:t>法定代表人或授权委托人（</w:t>
      </w:r>
      <w:r>
        <w:rPr>
          <w:rFonts w:ascii="Arial" w:hAnsi="Arial" w:cs="Arial" w:hint="eastAsia"/>
          <w:i/>
          <w:sz w:val="24"/>
        </w:rPr>
        <w:t>签字或盖章</w:t>
      </w:r>
      <w:r>
        <w:rPr>
          <w:rFonts w:ascii="Arial" w:hAnsi="Arial" w:cs="Arial" w:hint="eastAsia"/>
          <w:sz w:val="24"/>
        </w:rPr>
        <w:t>）：</w:t>
      </w:r>
    </w:p>
    <w:p w:rsidR="00AE00A7" w:rsidRDefault="00AE00A7" w:rsidP="007404E8">
      <w:pPr>
        <w:spacing w:afterLines="50" w:line="300" w:lineRule="auto"/>
        <w:rPr>
          <w:rFonts w:ascii="Arial" w:hAnsi="Arial" w:cs="Arial"/>
          <w:sz w:val="24"/>
        </w:rPr>
      </w:pPr>
    </w:p>
    <w:p w:rsidR="00AE00A7" w:rsidRDefault="00AE00A7" w:rsidP="00140336">
      <w:pPr>
        <w:spacing w:afterLines="50" w:line="300" w:lineRule="auto"/>
        <w:rPr>
          <w:b/>
        </w:rPr>
      </w:pPr>
      <w:r>
        <w:rPr>
          <w:rFonts w:ascii="Arial" w:hAnsi="Arial" w:cs="Arial" w:hint="eastAsia"/>
          <w:sz w:val="24"/>
        </w:rPr>
        <w:t>日期：</w:t>
      </w:r>
    </w:p>
    <w:sectPr w:rsidR="00AE00A7" w:rsidSect="006F2660">
      <w:headerReference w:type="even" r:id="rId7"/>
      <w:footerReference w:type="default" r:id="rId8"/>
      <w:pgSz w:w="11907" w:h="16840"/>
      <w:pgMar w:top="1440" w:right="1797" w:bottom="1440" w:left="1797"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0A7" w:rsidRDefault="00AE00A7" w:rsidP="006F2660">
      <w:r>
        <w:separator/>
      </w:r>
    </w:p>
  </w:endnote>
  <w:endnote w:type="continuationSeparator" w:id="0">
    <w:p w:rsidR="00AE00A7" w:rsidRDefault="00AE00A7" w:rsidP="006F2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0A7" w:rsidRDefault="00AE00A7">
    <w:pPr>
      <w:pStyle w:val="Footer"/>
      <w:pBdr>
        <w:top w:val="single" w:sz="4" w:space="1" w:color="auto"/>
      </w:pBdr>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w:t>
    </w:r>
    <w:r>
      <w:rPr>
        <w:kern w:val="0"/>
        <w:szCs w:val="21"/>
      </w:rPr>
      <w:fldChar w:fldCharType="end"/>
    </w:r>
    <w:r>
      <w:rPr>
        <w:kern w:val="0"/>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0A7" w:rsidRDefault="00AE00A7" w:rsidP="006F2660">
      <w:r>
        <w:separator/>
      </w:r>
    </w:p>
  </w:footnote>
  <w:footnote w:type="continuationSeparator" w:id="0">
    <w:p w:rsidR="00AE00A7" w:rsidRDefault="00AE00A7" w:rsidP="006F26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0A7" w:rsidRDefault="00AE00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rsidR="00AE00A7" w:rsidRDefault="00AE00A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F6454"/>
    <w:multiLevelType w:val="multilevel"/>
    <w:tmpl w:val="0E6F6454"/>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35CC2278"/>
    <w:multiLevelType w:val="multilevel"/>
    <w:tmpl w:val="35CC2278"/>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3673142F"/>
    <w:multiLevelType w:val="multilevel"/>
    <w:tmpl w:val="3673142F"/>
    <w:lvl w:ilvl="0">
      <w:start w:val="1"/>
      <w:numFmt w:val="decimal"/>
      <w:lvlText w:val="(%1)"/>
      <w:lvlJc w:val="left"/>
      <w:pPr>
        <w:tabs>
          <w:tab w:val="left" w:pos="601"/>
        </w:tabs>
        <w:ind w:left="601" w:hanging="601"/>
      </w:pPr>
      <w:rPr>
        <w:rFonts w:cs="Times New Roman" w:hint="eastAsia"/>
        <w:b w:val="0"/>
      </w:rPr>
    </w:lvl>
    <w:lvl w:ilvl="1">
      <w:start w:val="1"/>
      <w:numFmt w:val="decimal"/>
      <w:lvlText w:val="(%2)"/>
      <w:lvlJc w:val="left"/>
      <w:pPr>
        <w:tabs>
          <w:tab w:val="left" w:pos="1100"/>
        </w:tabs>
        <w:ind w:left="1100" w:hanging="680"/>
      </w:pPr>
      <w:rPr>
        <w:rFonts w:cs="Times New Roman" w:hint="eastAsia"/>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nsid w:val="3A9951D0"/>
    <w:multiLevelType w:val="multilevel"/>
    <w:tmpl w:val="3A9951D0"/>
    <w:lvl w:ilvl="0">
      <w:start w:val="1"/>
      <w:numFmt w:val="decimal"/>
      <w:lvlText w:val="%1."/>
      <w:lvlJc w:val="left"/>
      <w:pPr>
        <w:tabs>
          <w:tab w:val="left" w:pos="420"/>
        </w:tabs>
        <w:ind w:left="420" w:hanging="420"/>
      </w:pPr>
      <w:rPr>
        <w:rFonts w:cs="Times New Roman"/>
      </w:rPr>
    </w:lvl>
    <w:lvl w:ilvl="1">
      <w:start w:val="1"/>
      <w:numFmt w:val="decimal"/>
      <w:lvlText w:val="(%2)"/>
      <w:lvlJc w:val="left"/>
      <w:pPr>
        <w:tabs>
          <w:tab w:val="left" w:pos="1021"/>
        </w:tabs>
        <w:ind w:left="1021" w:hanging="601"/>
      </w:pPr>
      <w:rPr>
        <w:rFonts w:cs="Times New Roman" w:hint="eastAsia"/>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5FA7416A"/>
    <w:multiLevelType w:val="multilevel"/>
    <w:tmpl w:val="5FA7416A"/>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nsid w:val="71175273"/>
    <w:multiLevelType w:val="multilevel"/>
    <w:tmpl w:val="71175273"/>
    <w:lvl w:ilvl="0">
      <w:start w:val="1"/>
      <w:numFmt w:val="decimal"/>
      <w:lvlText w:val="%1."/>
      <w:lvlJc w:val="left"/>
      <w:pPr>
        <w:tabs>
          <w:tab w:val="left" w:pos="420"/>
        </w:tabs>
        <w:ind w:left="420" w:hanging="420"/>
      </w:pPr>
      <w:rPr>
        <w:rFonts w:cs="Times New Roman"/>
      </w:rPr>
    </w:lvl>
    <w:lvl w:ilvl="1">
      <w:start w:val="1"/>
      <w:numFmt w:val="decimal"/>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C6C"/>
    <w:rsid w:val="00004681"/>
    <w:rsid w:val="00006FAB"/>
    <w:rsid w:val="000153E7"/>
    <w:rsid w:val="0002020D"/>
    <w:rsid w:val="000253F2"/>
    <w:rsid w:val="000256B1"/>
    <w:rsid w:val="0003433E"/>
    <w:rsid w:val="000354CE"/>
    <w:rsid w:val="00042087"/>
    <w:rsid w:val="00042373"/>
    <w:rsid w:val="0004362E"/>
    <w:rsid w:val="00047CB6"/>
    <w:rsid w:val="00047EB4"/>
    <w:rsid w:val="00055E7C"/>
    <w:rsid w:val="00057A80"/>
    <w:rsid w:val="00057EB4"/>
    <w:rsid w:val="00065944"/>
    <w:rsid w:val="00072956"/>
    <w:rsid w:val="00083401"/>
    <w:rsid w:val="00084ED5"/>
    <w:rsid w:val="00085A32"/>
    <w:rsid w:val="00086494"/>
    <w:rsid w:val="00093AF2"/>
    <w:rsid w:val="00094ED1"/>
    <w:rsid w:val="00094FFA"/>
    <w:rsid w:val="00095A29"/>
    <w:rsid w:val="00096090"/>
    <w:rsid w:val="00097565"/>
    <w:rsid w:val="000A1F2A"/>
    <w:rsid w:val="000B2C5A"/>
    <w:rsid w:val="000B2FFC"/>
    <w:rsid w:val="000B5892"/>
    <w:rsid w:val="000B7B6A"/>
    <w:rsid w:val="000C07E0"/>
    <w:rsid w:val="000C086D"/>
    <w:rsid w:val="000C2D0F"/>
    <w:rsid w:val="000C7A35"/>
    <w:rsid w:val="000E1DE6"/>
    <w:rsid w:val="000E3B6A"/>
    <w:rsid w:val="000E64B6"/>
    <w:rsid w:val="000F158C"/>
    <w:rsid w:val="00106797"/>
    <w:rsid w:val="0011130A"/>
    <w:rsid w:val="00121CBD"/>
    <w:rsid w:val="00125D3B"/>
    <w:rsid w:val="00131328"/>
    <w:rsid w:val="00135889"/>
    <w:rsid w:val="00137C08"/>
    <w:rsid w:val="00140336"/>
    <w:rsid w:val="00154166"/>
    <w:rsid w:val="001600A7"/>
    <w:rsid w:val="001605F5"/>
    <w:rsid w:val="001617C7"/>
    <w:rsid w:val="00167EA5"/>
    <w:rsid w:val="00172A27"/>
    <w:rsid w:val="0017406E"/>
    <w:rsid w:val="00174917"/>
    <w:rsid w:val="00182812"/>
    <w:rsid w:val="00182A3A"/>
    <w:rsid w:val="00183E84"/>
    <w:rsid w:val="001858E0"/>
    <w:rsid w:val="00190E33"/>
    <w:rsid w:val="00192E3D"/>
    <w:rsid w:val="00194461"/>
    <w:rsid w:val="001A3CCE"/>
    <w:rsid w:val="001A5474"/>
    <w:rsid w:val="001A6EA6"/>
    <w:rsid w:val="001B4567"/>
    <w:rsid w:val="001B4F00"/>
    <w:rsid w:val="001B5047"/>
    <w:rsid w:val="001B7E0A"/>
    <w:rsid w:val="001C04D0"/>
    <w:rsid w:val="001C3714"/>
    <w:rsid w:val="001C5DEB"/>
    <w:rsid w:val="001D14D3"/>
    <w:rsid w:val="001D3775"/>
    <w:rsid w:val="001D4035"/>
    <w:rsid w:val="001D64E6"/>
    <w:rsid w:val="001D75F3"/>
    <w:rsid w:val="001D7B33"/>
    <w:rsid w:val="001E045D"/>
    <w:rsid w:val="001E772B"/>
    <w:rsid w:val="001E7FB0"/>
    <w:rsid w:val="001F6174"/>
    <w:rsid w:val="002029FE"/>
    <w:rsid w:val="002044AA"/>
    <w:rsid w:val="0020535B"/>
    <w:rsid w:val="00205AC8"/>
    <w:rsid w:val="00210546"/>
    <w:rsid w:val="00210BD1"/>
    <w:rsid w:val="0021351A"/>
    <w:rsid w:val="002144F9"/>
    <w:rsid w:val="0021629C"/>
    <w:rsid w:val="00216CD6"/>
    <w:rsid w:val="00217BDB"/>
    <w:rsid w:val="002234C3"/>
    <w:rsid w:val="002238AA"/>
    <w:rsid w:val="0023232F"/>
    <w:rsid w:val="00232DB0"/>
    <w:rsid w:val="00233670"/>
    <w:rsid w:val="00233A90"/>
    <w:rsid w:val="00234138"/>
    <w:rsid w:val="00237AEE"/>
    <w:rsid w:val="00242C9A"/>
    <w:rsid w:val="00247513"/>
    <w:rsid w:val="0026409D"/>
    <w:rsid w:val="00266977"/>
    <w:rsid w:val="00266A57"/>
    <w:rsid w:val="0027056B"/>
    <w:rsid w:val="00272D60"/>
    <w:rsid w:val="00273BCD"/>
    <w:rsid w:val="002745B6"/>
    <w:rsid w:val="0028142C"/>
    <w:rsid w:val="00282E06"/>
    <w:rsid w:val="00283067"/>
    <w:rsid w:val="0028342A"/>
    <w:rsid w:val="0028607F"/>
    <w:rsid w:val="00292C83"/>
    <w:rsid w:val="002A036F"/>
    <w:rsid w:val="002A1842"/>
    <w:rsid w:val="002A1851"/>
    <w:rsid w:val="002A3754"/>
    <w:rsid w:val="002B0391"/>
    <w:rsid w:val="002C106A"/>
    <w:rsid w:val="002C2223"/>
    <w:rsid w:val="002C31F1"/>
    <w:rsid w:val="002C62B6"/>
    <w:rsid w:val="002C7625"/>
    <w:rsid w:val="002C7857"/>
    <w:rsid w:val="002D03C4"/>
    <w:rsid w:val="002D0EAE"/>
    <w:rsid w:val="002D2F17"/>
    <w:rsid w:val="002D4139"/>
    <w:rsid w:val="002D63EA"/>
    <w:rsid w:val="002E421C"/>
    <w:rsid w:val="002E49A2"/>
    <w:rsid w:val="002E63D1"/>
    <w:rsid w:val="002E6D3C"/>
    <w:rsid w:val="002F17FE"/>
    <w:rsid w:val="002F1B97"/>
    <w:rsid w:val="002F281C"/>
    <w:rsid w:val="002F2E23"/>
    <w:rsid w:val="002F3C4F"/>
    <w:rsid w:val="002F616E"/>
    <w:rsid w:val="003021FB"/>
    <w:rsid w:val="003028E0"/>
    <w:rsid w:val="0030767C"/>
    <w:rsid w:val="003126E2"/>
    <w:rsid w:val="00313A3E"/>
    <w:rsid w:val="00316621"/>
    <w:rsid w:val="00316A6C"/>
    <w:rsid w:val="003202DA"/>
    <w:rsid w:val="0032113E"/>
    <w:rsid w:val="003243BB"/>
    <w:rsid w:val="00324AD3"/>
    <w:rsid w:val="00327AAE"/>
    <w:rsid w:val="00332938"/>
    <w:rsid w:val="00335037"/>
    <w:rsid w:val="003425B9"/>
    <w:rsid w:val="003434B0"/>
    <w:rsid w:val="003451FD"/>
    <w:rsid w:val="003517E4"/>
    <w:rsid w:val="00361073"/>
    <w:rsid w:val="00362191"/>
    <w:rsid w:val="00367D2F"/>
    <w:rsid w:val="003816A0"/>
    <w:rsid w:val="00382784"/>
    <w:rsid w:val="00383DE9"/>
    <w:rsid w:val="00384B9E"/>
    <w:rsid w:val="003934D9"/>
    <w:rsid w:val="00393D92"/>
    <w:rsid w:val="00396F12"/>
    <w:rsid w:val="003A304B"/>
    <w:rsid w:val="003A4E86"/>
    <w:rsid w:val="003B2425"/>
    <w:rsid w:val="003B381C"/>
    <w:rsid w:val="003B3DD1"/>
    <w:rsid w:val="003B72ED"/>
    <w:rsid w:val="003C000C"/>
    <w:rsid w:val="003C1076"/>
    <w:rsid w:val="003C26EB"/>
    <w:rsid w:val="003C3927"/>
    <w:rsid w:val="003C59B8"/>
    <w:rsid w:val="003C5FA0"/>
    <w:rsid w:val="003D13E2"/>
    <w:rsid w:val="003D5CB2"/>
    <w:rsid w:val="003E153C"/>
    <w:rsid w:val="003E236E"/>
    <w:rsid w:val="003E526D"/>
    <w:rsid w:val="003E6769"/>
    <w:rsid w:val="00401B77"/>
    <w:rsid w:val="00403F51"/>
    <w:rsid w:val="00407400"/>
    <w:rsid w:val="004119D1"/>
    <w:rsid w:val="00415D7D"/>
    <w:rsid w:val="00423763"/>
    <w:rsid w:val="00425D49"/>
    <w:rsid w:val="00425F4F"/>
    <w:rsid w:val="004275F8"/>
    <w:rsid w:val="00431C44"/>
    <w:rsid w:val="00433D1B"/>
    <w:rsid w:val="00434705"/>
    <w:rsid w:val="00435454"/>
    <w:rsid w:val="00444B7C"/>
    <w:rsid w:val="0044797F"/>
    <w:rsid w:val="00455E9B"/>
    <w:rsid w:val="004564C3"/>
    <w:rsid w:val="00461460"/>
    <w:rsid w:val="004640DC"/>
    <w:rsid w:val="004724B6"/>
    <w:rsid w:val="00481590"/>
    <w:rsid w:val="00482317"/>
    <w:rsid w:val="004937A8"/>
    <w:rsid w:val="00493800"/>
    <w:rsid w:val="00494919"/>
    <w:rsid w:val="0049624C"/>
    <w:rsid w:val="004A629E"/>
    <w:rsid w:val="004A6B2F"/>
    <w:rsid w:val="004A6F6F"/>
    <w:rsid w:val="004B3FEA"/>
    <w:rsid w:val="004B66DB"/>
    <w:rsid w:val="004C032C"/>
    <w:rsid w:val="004C2C9D"/>
    <w:rsid w:val="004C3DD0"/>
    <w:rsid w:val="004C7321"/>
    <w:rsid w:val="004C73E2"/>
    <w:rsid w:val="004D4CB5"/>
    <w:rsid w:val="004D566C"/>
    <w:rsid w:val="004D7A7F"/>
    <w:rsid w:val="004F2178"/>
    <w:rsid w:val="004F30CD"/>
    <w:rsid w:val="004F521C"/>
    <w:rsid w:val="004F7114"/>
    <w:rsid w:val="00502196"/>
    <w:rsid w:val="00504BFD"/>
    <w:rsid w:val="005101A3"/>
    <w:rsid w:val="0051037F"/>
    <w:rsid w:val="005133DD"/>
    <w:rsid w:val="00522F2E"/>
    <w:rsid w:val="00525BC8"/>
    <w:rsid w:val="00526327"/>
    <w:rsid w:val="00531B3F"/>
    <w:rsid w:val="00533BAB"/>
    <w:rsid w:val="0055197A"/>
    <w:rsid w:val="00552D7C"/>
    <w:rsid w:val="00552F2A"/>
    <w:rsid w:val="00553D54"/>
    <w:rsid w:val="00553DF4"/>
    <w:rsid w:val="00555890"/>
    <w:rsid w:val="005558EA"/>
    <w:rsid w:val="0055796C"/>
    <w:rsid w:val="005710F0"/>
    <w:rsid w:val="00571624"/>
    <w:rsid w:val="00571DFC"/>
    <w:rsid w:val="005737A3"/>
    <w:rsid w:val="00574ED4"/>
    <w:rsid w:val="0057661D"/>
    <w:rsid w:val="00581718"/>
    <w:rsid w:val="00581FEB"/>
    <w:rsid w:val="00582E7F"/>
    <w:rsid w:val="0058337C"/>
    <w:rsid w:val="005901FC"/>
    <w:rsid w:val="00591FB8"/>
    <w:rsid w:val="00593CBA"/>
    <w:rsid w:val="00597CB5"/>
    <w:rsid w:val="005A0DC7"/>
    <w:rsid w:val="005B39BB"/>
    <w:rsid w:val="005B506B"/>
    <w:rsid w:val="005C3C3C"/>
    <w:rsid w:val="005D0604"/>
    <w:rsid w:val="005D07D9"/>
    <w:rsid w:val="005D0B53"/>
    <w:rsid w:val="005D168A"/>
    <w:rsid w:val="005D5381"/>
    <w:rsid w:val="005D5EE2"/>
    <w:rsid w:val="005D793E"/>
    <w:rsid w:val="005E1E45"/>
    <w:rsid w:val="005F5414"/>
    <w:rsid w:val="005F6B87"/>
    <w:rsid w:val="005F7C76"/>
    <w:rsid w:val="00601EE9"/>
    <w:rsid w:val="006039A7"/>
    <w:rsid w:val="00606949"/>
    <w:rsid w:val="006214FE"/>
    <w:rsid w:val="00622C3E"/>
    <w:rsid w:val="00626C8F"/>
    <w:rsid w:val="00634723"/>
    <w:rsid w:val="00637B55"/>
    <w:rsid w:val="00643AB8"/>
    <w:rsid w:val="00643EA8"/>
    <w:rsid w:val="006444CF"/>
    <w:rsid w:val="00645E64"/>
    <w:rsid w:val="00647127"/>
    <w:rsid w:val="00650E13"/>
    <w:rsid w:val="00653B18"/>
    <w:rsid w:val="006545D4"/>
    <w:rsid w:val="006565CE"/>
    <w:rsid w:val="006573F7"/>
    <w:rsid w:val="00660E87"/>
    <w:rsid w:val="006626E3"/>
    <w:rsid w:val="0066301F"/>
    <w:rsid w:val="006709D8"/>
    <w:rsid w:val="006766A9"/>
    <w:rsid w:val="006801D4"/>
    <w:rsid w:val="006956FF"/>
    <w:rsid w:val="006B1B48"/>
    <w:rsid w:val="006B2077"/>
    <w:rsid w:val="006B6B02"/>
    <w:rsid w:val="006B7D30"/>
    <w:rsid w:val="006C5724"/>
    <w:rsid w:val="006D12EE"/>
    <w:rsid w:val="006D313E"/>
    <w:rsid w:val="006E77B9"/>
    <w:rsid w:val="006F000D"/>
    <w:rsid w:val="006F0DA7"/>
    <w:rsid w:val="006F2660"/>
    <w:rsid w:val="006F3B16"/>
    <w:rsid w:val="006F4744"/>
    <w:rsid w:val="006F5649"/>
    <w:rsid w:val="00702DC4"/>
    <w:rsid w:val="00705F17"/>
    <w:rsid w:val="0070633D"/>
    <w:rsid w:val="00722033"/>
    <w:rsid w:val="00723A86"/>
    <w:rsid w:val="00723A92"/>
    <w:rsid w:val="00724EA8"/>
    <w:rsid w:val="00733A80"/>
    <w:rsid w:val="007404E8"/>
    <w:rsid w:val="00742C8A"/>
    <w:rsid w:val="007448DF"/>
    <w:rsid w:val="007562EB"/>
    <w:rsid w:val="00764624"/>
    <w:rsid w:val="00764C0E"/>
    <w:rsid w:val="0077071C"/>
    <w:rsid w:val="00775E64"/>
    <w:rsid w:val="00776171"/>
    <w:rsid w:val="00780348"/>
    <w:rsid w:val="007834D3"/>
    <w:rsid w:val="0078542C"/>
    <w:rsid w:val="00797A94"/>
    <w:rsid w:val="007A1737"/>
    <w:rsid w:val="007A6B79"/>
    <w:rsid w:val="007A72EB"/>
    <w:rsid w:val="007B71BB"/>
    <w:rsid w:val="007B7DC0"/>
    <w:rsid w:val="007C0AF8"/>
    <w:rsid w:val="007C5751"/>
    <w:rsid w:val="007C608A"/>
    <w:rsid w:val="007C6842"/>
    <w:rsid w:val="007D2882"/>
    <w:rsid w:val="007D2D11"/>
    <w:rsid w:val="007D4200"/>
    <w:rsid w:val="007D527C"/>
    <w:rsid w:val="007E1238"/>
    <w:rsid w:val="007E1531"/>
    <w:rsid w:val="007E5279"/>
    <w:rsid w:val="007E535B"/>
    <w:rsid w:val="007E7812"/>
    <w:rsid w:val="007E7947"/>
    <w:rsid w:val="007F4082"/>
    <w:rsid w:val="007F5B30"/>
    <w:rsid w:val="00805887"/>
    <w:rsid w:val="00816277"/>
    <w:rsid w:val="008225E1"/>
    <w:rsid w:val="0082427F"/>
    <w:rsid w:val="00832761"/>
    <w:rsid w:val="00833026"/>
    <w:rsid w:val="0083459B"/>
    <w:rsid w:val="00835096"/>
    <w:rsid w:val="00840ADB"/>
    <w:rsid w:val="0084501A"/>
    <w:rsid w:val="00847F16"/>
    <w:rsid w:val="008516D0"/>
    <w:rsid w:val="008553F6"/>
    <w:rsid w:val="008557CA"/>
    <w:rsid w:val="00856098"/>
    <w:rsid w:val="008610BF"/>
    <w:rsid w:val="00863159"/>
    <w:rsid w:val="008655FF"/>
    <w:rsid w:val="00866BB4"/>
    <w:rsid w:val="008722B8"/>
    <w:rsid w:val="00875223"/>
    <w:rsid w:val="00875956"/>
    <w:rsid w:val="008759B0"/>
    <w:rsid w:val="0087799D"/>
    <w:rsid w:val="00881B04"/>
    <w:rsid w:val="00882F67"/>
    <w:rsid w:val="00885072"/>
    <w:rsid w:val="00886A09"/>
    <w:rsid w:val="008A4722"/>
    <w:rsid w:val="008A5C8E"/>
    <w:rsid w:val="008B269D"/>
    <w:rsid w:val="008B2D93"/>
    <w:rsid w:val="008B6933"/>
    <w:rsid w:val="008C2FEB"/>
    <w:rsid w:val="008C3B7E"/>
    <w:rsid w:val="008C41D9"/>
    <w:rsid w:val="008D0A3A"/>
    <w:rsid w:val="008D2009"/>
    <w:rsid w:val="008D37C0"/>
    <w:rsid w:val="008D575E"/>
    <w:rsid w:val="008D7CF8"/>
    <w:rsid w:val="008E072A"/>
    <w:rsid w:val="008E3500"/>
    <w:rsid w:val="008E682F"/>
    <w:rsid w:val="008F294E"/>
    <w:rsid w:val="008F5603"/>
    <w:rsid w:val="00900563"/>
    <w:rsid w:val="00900CFA"/>
    <w:rsid w:val="009055A7"/>
    <w:rsid w:val="00906BA6"/>
    <w:rsid w:val="00912ECF"/>
    <w:rsid w:val="0091680D"/>
    <w:rsid w:val="0091734F"/>
    <w:rsid w:val="00925D72"/>
    <w:rsid w:val="00927ED9"/>
    <w:rsid w:val="0093075E"/>
    <w:rsid w:val="00932FEF"/>
    <w:rsid w:val="00940835"/>
    <w:rsid w:val="00940883"/>
    <w:rsid w:val="009424BB"/>
    <w:rsid w:val="00942C1A"/>
    <w:rsid w:val="009519F0"/>
    <w:rsid w:val="00952FC1"/>
    <w:rsid w:val="00956635"/>
    <w:rsid w:val="00956B88"/>
    <w:rsid w:val="009641C3"/>
    <w:rsid w:val="00964E1B"/>
    <w:rsid w:val="0097392D"/>
    <w:rsid w:val="00975099"/>
    <w:rsid w:val="0098521E"/>
    <w:rsid w:val="00995F0D"/>
    <w:rsid w:val="009A6562"/>
    <w:rsid w:val="009C7297"/>
    <w:rsid w:val="009C76A4"/>
    <w:rsid w:val="009E074B"/>
    <w:rsid w:val="009E1E03"/>
    <w:rsid w:val="009F4443"/>
    <w:rsid w:val="009F494D"/>
    <w:rsid w:val="009F58B4"/>
    <w:rsid w:val="00A0128C"/>
    <w:rsid w:val="00A0398A"/>
    <w:rsid w:val="00A04499"/>
    <w:rsid w:val="00A06192"/>
    <w:rsid w:val="00A117FA"/>
    <w:rsid w:val="00A13052"/>
    <w:rsid w:val="00A1457B"/>
    <w:rsid w:val="00A14C16"/>
    <w:rsid w:val="00A154E8"/>
    <w:rsid w:val="00A15DC3"/>
    <w:rsid w:val="00A23B1F"/>
    <w:rsid w:val="00A304A8"/>
    <w:rsid w:val="00A34EF6"/>
    <w:rsid w:val="00A46D95"/>
    <w:rsid w:val="00A50438"/>
    <w:rsid w:val="00A57041"/>
    <w:rsid w:val="00A62837"/>
    <w:rsid w:val="00A642CB"/>
    <w:rsid w:val="00A65933"/>
    <w:rsid w:val="00A70C20"/>
    <w:rsid w:val="00A745F5"/>
    <w:rsid w:val="00A764A6"/>
    <w:rsid w:val="00A80CCC"/>
    <w:rsid w:val="00A80CF8"/>
    <w:rsid w:val="00A908B6"/>
    <w:rsid w:val="00A91700"/>
    <w:rsid w:val="00A95809"/>
    <w:rsid w:val="00A96206"/>
    <w:rsid w:val="00A970D4"/>
    <w:rsid w:val="00A9744E"/>
    <w:rsid w:val="00AA1538"/>
    <w:rsid w:val="00AA2CFE"/>
    <w:rsid w:val="00AA38C4"/>
    <w:rsid w:val="00AA5F3D"/>
    <w:rsid w:val="00AB6AA0"/>
    <w:rsid w:val="00AB6B56"/>
    <w:rsid w:val="00AB73B0"/>
    <w:rsid w:val="00AC71FE"/>
    <w:rsid w:val="00AD0A8C"/>
    <w:rsid w:val="00AD479F"/>
    <w:rsid w:val="00AD6DF2"/>
    <w:rsid w:val="00AD7539"/>
    <w:rsid w:val="00AE00A7"/>
    <w:rsid w:val="00AF0DF1"/>
    <w:rsid w:val="00AF127C"/>
    <w:rsid w:val="00AF14C3"/>
    <w:rsid w:val="00AF2738"/>
    <w:rsid w:val="00AF28D0"/>
    <w:rsid w:val="00AF5EC4"/>
    <w:rsid w:val="00AF6676"/>
    <w:rsid w:val="00B03E4A"/>
    <w:rsid w:val="00B114C1"/>
    <w:rsid w:val="00B11AF9"/>
    <w:rsid w:val="00B129B2"/>
    <w:rsid w:val="00B27365"/>
    <w:rsid w:val="00B3502C"/>
    <w:rsid w:val="00B37564"/>
    <w:rsid w:val="00B41F69"/>
    <w:rsid w:val="00B440D5"/>
    <w:rsid w:val="00B44B73"/>
    <w:rsid w:val="00B450C1"/>
    <w:rsid w:val="00B46474"/>
    <w:rsid w:val="00B573C2"/>
    <w:rsid w:val="00B7134F"/>
    <w:rsid w:val="00B81599"/>
    <w:rsid w:val="00B83801"/>
    <w:rsid w:val="00B83D23"/>
    <w:rsid w:val="00B85CF8"/>
    <w:rsid w:val="00BA08EF"/>
    <w:rsid w:val="00BA0917"/>
    <w:rsid w:val="00BA2A32"/>
    <w:rsid w:val="00BB2012"/>
    <w:rsid w:val="00BB63CE"/>
    <w:rsid w:val="00BC1910"/>
    <w:rsid w:val="00BC2224"/>
    <w:rsid w:val="00BC4900"/>
    <w:rsid w:val="00BD17D5"/>
    <w:rsid w:val="00BD2A4C"/>
    <w:rsid w:val="00BE00FE"/>
    <w:rsid w:val="00BE5692"/>
    <w:rsid w:val="00BE7C5A"/>
    <w:rsid w:val="00BE7F7C"/>
    <w:rsid w:val="00BF5DDB"/>
    <w:rsid w:val="00BF6CDD"/>
    <w:rsid w:val="00C005F6"/>
    <w:rsid w:val="00C03499"/>
    <w:rsid w:val="00C06961"/>
    <w:rsid w:val="00C1163D"/>
    <w:rsid w:val="00C12165"/>
    <w:rsid w:val="00C23869"/>
    <w:rsid w:val="00C23E00"/>
    <w:rsid w:val="00C27021"/>
    <w:rsid w:val="00C27643"/>
    <w:rsid w:val="00C31BA0"/>
    <w:rsid w:val="00C33E7A"/>
    <w:rsid w:val="00C4019D"/>
    <w:rsid w:val="00C420E9"/>
    <w:rsid w:val="00C433B5"/>
    <w:rsid w:val="00C43EE3"/>
    <w:rsid w:val="00C4471B"/>
    <w:rsid w:val="00C46075"/>
    <w:rsid w:val="00C621DE"/>
    <w:rsid w:val="00C63714"/>
    <w:rsid w:val="00C65069"/>
    <w:rsid w:val="00C65F23"/>
    <w:rsid w:val="00C71F28"/>
    <w:rsid w:val="00C72C99"/>
    <w:rsid w:val="00C835DC"/>
    <w:rsid w:val="00C9234F"/>
    <w:rsid w:val="00C94703"/>
    <w:rsid w:val="00C947E2"/>
    <w:rsid w:val="00CA1DFE"/>
    <w:rsid w:val="00CB0916"/>
    <w:rsid w:val="00CB1165"/>
    <w:rsid w:val="00CC0CDB"/>
    <w:rsid w:val="00CC0F5C"/>
    <w:rsid w:val="00CC14FF"/>
    <w:rsid w:val="00CC5AF8"/>
    <w:rsid w:val="00CC7FE5"/>
    <w:rsid w:val="00CD3D04"/>
    <w:rsid w:val="00CE08C5"/>
    <w:rsid w:val="00CE497B"/>
    <w:rsid w:val="00CE57ED"/>
    <w:rsid w:val="00CE6623"/>
    <w:rsid w:val="00CE6E24"/>
    <w:rsid w:val="00CF12EA"/>
    <w:rsid w:val="00CF15F3"/>
    <w:rsid w:val="00CF190E"/>
    <w:rsid w:val="00CF2925"/>
    <w:rsid w:val="00CF5F27"/>
    <w:rsid w:val="00CF7F63"/>
    <w:rsid w:val="00D23CD7"/>
    <w:rsid w:val="00D26E25"/>
    <w:rsid w:val="00D26FB6"/>
    <w:rsid w:val="00D3152E"/>
    <w:rsid w:val="00D351AF"/>
    <w:rsid w:val="00D45085"/>
    <w:rsid w:val="00D4657B"/>
    <w:rsid w:val="00D5635B"/>
    <w:rsid w:val="00D63DEC"/>
    <w:rsid w:val="00D75927"/>
    <w:rsid w:val="00D81207"/>
    <w:rsid w:val="00D81B8C"/>
    <w:rsid w:val="00D81E89"/>
    <w:rsid w:val="00D8335F"/>
    <w:rsid w:val="00D84861"/>
    <w:rsid w:val="00D869F0"/>
    <w:rsid w:val="00DA0DCD"/>
    <w:rsid w:val="00DA146B"/>
    <w:rsid w:val="00DA599A"/>
    <w:rsid w:val="00DA62A3"/>
    <w:rsid w:val="00DA6EEE"/>
    <w:rsid w:val="00DB4633"/>
    <w:rsid w:val="00DB7E70"/>
    <w:rsid w:val="00DC23A2"/>
    <w:rsid w:val="00DC4BC3"/>
    <w:rsid w:val="00DD12A1"/>
    <w:rsid w:val="00DD6373"/>
    <w:rsid w:val="00DD676F"/>
    <w:rsid w:val="00DD712D"/>
    <w:rsid w:val="00DE246C"/>
    <w:rsid w:val="00DF0539"/>
    <w:rsid w:val="00DF4B10"/>
    <w:rsid w:val="00DF7754"/>
    <w:rsid w:val="00E01170"/>
    <w:rsid w:val="00E02313"/>
    <w:rsid w:val="00E02388"/>
    <w:rsid w:val="00E02A21"/>
    <w:rsid w:val="00E05FA1"/>
    <w:rsid w:val="00E1147F"/>
    <w:rsid w:val="00E12727"/>
    <w:rsid w:val="00E13FDE"/>
    <w:rsid w:val="00E155A8"/>
    <w:rsid w:val="00E1765F"/>
    <w:rsid w:val="00E176B7"/>
    <w:rsid w:val="00E241B6"/>
    <w:rsid w:val="00E263CB"/>
    <w:rsid w:val="00E27CC5"/>
    <w:rsid w:val="00E30C81"/>
    <w:rsid w:val="00E32DB1"/>
    <w:rsid w:val="00E40EB3"/>
    <w:rsid w:val="00E4216B"/>
    <w:rsid w:val="00E43090"/>
    <w:rsid w:val="00E5120A"/>
    <w:rsid w:val="00E56DE3"/>
    <w:rsid w:val="00E60EE5"/>
    <w:rsid w:val="00E7173A"/>
    <w:rsid w:val="00E735F0"/>
    <w:rsid w:val="00E84FCE"/>
    <w:rsid w:val="00E90797"/>
    <w:rsid w:val="00E9399D"/>
    <w:rsid w:val="00E954AF"/>
    <w:rsid w:val="00EA4829"/>
    <w:rsid w:val="00EA5CEA"/>
    <w:rsid w:val="00EA6528"/>
    <w:rsid w:val="00EA79BA"/>
    <w:rsid w:val="00EA7D66"/>
    <w:rsid w:val="00EB2089"/>
    <w:rsid w:val="00EB294A"/>
    <w:rsid w:val="00EB7433"/>
    <w:rsid w:val="00EB7C4A"/>
    <w:rsid w:val="00EC47BD"/>
    <w:rsid w:val="00EC4C6E"/>
    <w:rsid w:val="00EC6536"/>
    <w:rsid w:val="00EE0C99"/>
    <w:rsid w:val="00EE3736"/>
    <w:rsid w:val="00EE640F"/>
    <w:rsid w:val="00EF18D0"/>
    <w:rsid w:val="00EF6126"/>
    <w:rsid w:val="00F00827"/>
    <w:rsid w:val="00F147E2"/>
    <w:rsid w:val="00F230B0"/>
    <w:rsid w:val="00F25AB3"/>
    <w:rsid w:val="00F31004"/>
    <w:rsid w:val="00F31971"/>
    <w:rsid w:val="00F332F6"/>
    <w:rsid w:val="00F33370"/>
    <w:rsid w:val="00F40452"/>
    <w:rsid w:val="00F44244"/>
    <w:rsid w:val="00F47E2B"/>
    <w:rsid w:val="00F5347C"/>
    <w:rsid w:val="00F558A5"/>
    <w:rsid w:val="00F61B98"/>
    <w:rsid w:val="00F711C6"/>
    <w:rsid w:val="00F77767"/>
    <w:rsid w:val="00F819A0"/>
    <w:rsid w:val="00F8750D"/>
    <w:rsid w:val="00F90218"/>
    <w:rsid w:val="00FA0B9A"/>
    <w:rsid w:val="00FA0FA1"/>
    <w:rsid w:val="00FA15B0"/>
    <w:rsid w:val="00FB0A0F"/>
    <w:rsid w:val="00FB3220"/>
    <w:rsid w:val="00FB717A"/>
    <w:rsid w:val="00FC2C3E"/>
    <w:rsid w:val="00FC522B"/>
    <w:rsid w:val="00FC5F7C"/>
    <w:rsid w:val="00FC69D5"/>
    <w:rsid w:val="00FD1C94"/>
    <w:rsid w:val="00FD3331"/>
    <w:rsid w:val="00FD3C76"/>
    <w:rsid w:val="00FE3059"/>
    <w:rsid w:val="045F2EBA"/>
    <w:rsid w:val="04EE476F"/>
    <w:rsid w:val="05213A0A"/>
    <w:rsid w:val="08F565D3"/>
    <w:rsid w:val="0D6E5C96"/>
    <w:rsid w:val="0EFB637E"/>
    <w:rsid w:val="0FE27650"/>
    <w:rsid w:val="10416807"/>
    <w:rsid w:val="16E5148A"/>
    <w:rsid w:val="17FC2567"/>
    <w:rsid w:val="19031A95"/>
    <w:rsid w:val="1BD23E31"/>
    <w:rsid w:val="1CEC3B35"/>
    <w:rsid w:val="1E274306"/>
    <w:rsid w:val="1E9B2B00"/>
    <w:rsid w:val="20F06D17"/>
    <w:rsid w:val="23261AC7"/>
    <w:rsid w:val="24FE6441"/>
    <w:rsid w:val="25413B2E"/>
    <w:rsid w:val="28EE5EDA"/>
    <w:rsid w:val="29513306"/>
    <w:rsid w:val="2ECC6641"/>
    <w:rsid w:val="2FB270A3"/>
    <w:rsid w:val="33BE00E8"/>
    <w:rsid w:val="386F655B"/>
    <w:rsid w:val="39111AA2"/>
    <w:rsid w:val="3D2F72E7"/>
    <w:rsid w:val="3D6A2ABF"/>
    <w:rsid w:val="3DCD292B"/>
    <w:rsid w:val="3DE42C19"/>
    <w:rsid w:val="3E5654D6"/>
    <w:rsid w:val="411A01DD"/>
    <w:rsid w:val="422B7414"/>
    <w:rsid w:val="4508459A"/>
    <w:rsid w:val="462B3DAD"/>
    <w:rsid w:val="476859C3"/>
    <w:rsid w:val="4908754C"/>
    <w:rsid w:val="4BEA4D57"/>
    <w:rsid w:val="4BEC6EBE"/>
    <w:rsid w:val="4E053A07"/>
    <w:rsid w:val="4F316279"/>
    <w:rsid w:val="4F791EF0"/>
    <w:rsid w:val="4FC0070E"/>
    <w:rsid w:val="527C37E2"/>
    <w:rsid w:val="578A55BA"/>
    <w:rsid w:val="585C7BAF"/>
    <w:rsid w:val="58AD6CD4"/>
    <w:rsid w:val="59267F0F"/>
    <w:rsid w:val="5AC826C8"/>
    <w:rsid w:val="5C320492"/>
    <w:rsid w:val="5D3B296C"/>
    <w:rsid w:val="5DEF560C"/>
    <w:rsid w:val="5DF16D2C"/>
    <w:rsid w:val="5F192012"/>
    <w:rsid w:val="60727456"/>
    <w:rsid w:val="614A2C55"/>
    <w:rsid w:val="64B6402A"/>
    <w:rsid w:val="660C23D8"/>
    <w:rsid w:val="66B54A45"/>
    <w:rsid w:val="6A530AA3"/>
    <w:rsid w:val="6BF7420B"/>
    <w:rsid w:val="6C2D1226"/>
    <w:rsid w:val="6C736097"/>
    <w:rsid w:val="6D055023"/>
    <w:rsid w:val="6D91144F"/>
    <w:rsid w:val="6DD50FD0"/>
    <w:rsid w:val="6E1C432D"/>
    <w:rsid w:val="6EDF4571"/>
    <w:rsid w:val="6F01712F"/>
    <w:rsid w:val="6F132F7A"/>
    <w:rsid w:val="6F886234"/>
    <w:rsid w:val="72C5328A"/>
    <w:rsid w:val="736E64CF"/>
    <w:rsid w:val="73AB0402"/>
    <w:rsid w:val="73B40ACB"/>
    <w:rsid w:val="7C8E73A4"/>
    <w:rsid w:val="7E447A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annotation text" w:locked="1" w:semiHidden="1" w:uiPriority="9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annotation reference" w:locked="1" w:semiHidden="1" w:uiPriority="99" w:unhideWhenUsed="1"/>
    <w:lsdException w:name="page number" w:locked="1" w:semiHidden="1" w:uiPriority="99" w:unhideWhenUsed="1"/>
    <w:lsdException w:name="Title" w:locked="1" w:uiPriority="10" w:qFormat="1"/>
    <w:lsdException w:name="Default Paragraph Font" w:locked="1" w:semiHidden="1" w:uiPriority="1" w:unhideWhenUsed="1"/>
    <w:lsdException w:name="Body Text Indent" w:locked="1" w:semiHidden="1" w:uiPriority="99" w:unhideWhenUsed="1"/>
    <w:lsdException w:name="Subtitle" w:locked="1" w:uiPriority="11" w:qFormat="1"/>
    <w:lsdException w:name="Date" w:locked="1" w:semiHidden="1" w:uiPriority="99" w:unhideWhenUsed="1"/>
    <w:lsdException w:name="Body Text 2" w:locked="1" w:semiHidden="1" w:uiPriority="99" w:unhideWhenUsed="1"/>
    <w:lsdException w:name="Body Text Indent 2" w:locked="1" w:semiHidden="1" w:uiPriority="99" w:unhideWhenUsed="1"/>
    <w:lsdException w:name="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660"/>
    <w:pPr>
      <w:widowControl w:val="0"/>
      <w:jc w:val="both"/>
    </w:pPr>
    <w:rPr>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6F2660"/>
    <w:pPr>
      <w:jc w:val="left"/>
    </w:p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6F2660"/>
    <w:rPr>
      <w:b/>
      <w:bCs/>
    </w:rPr>
  </w:style>
  <w:style w:type="character" w:customStyle="1" w:styleId="CommentSubjectChar">
    <w:name w:val="Comment Subject Char"/>
    <w:basedOn w:val="CommentTextChar"/>
    <w:link w:val="CommentSubject"/>
    <w:uiPriority w:val="99"/>
    <w:semiHidden/>
    <w:locked/>
    <w:rPr>
      <w:b/>
      <w:bCs/>
    </w:rPr>
  </w:style>
  <w:style w:type="paragraph" w:styleId="BodyTextIndent">
    <w:name w:val="Body Text Indent"/>
    <w:basedOn w:val="Normal"/>
    <w:link w:val="BodyTextIndentChar"/>
    <w:uiPriority w:val="99"/>
    <w:rsid w:val="006F2660"/>
    <w:pPr>
      <w:spacing w:after="120"/>
      <w:ind w:leftChars="200" w:left="420"/>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Date">
    <w:name w:val="Date"/>
    <w:basedOn w:val="Normal"/>
    <w:next w:val="Normal"/>
    <w:link w:val="DateChar"/>
    <w:uiPriority w:val="99"/>
    <w:rsid w:val="006F2660"/>
    <w:pPr>
      <w:adjustRightInd w:val="0"/>
      <w:spacing w:line="360" w:lineRule="atLeast"/>
    </w:pPr>
    <w:rPr>
      <w:rFonts w:ascii="宋体"/>
      <w:kern w:val="0"/>
      <w:sz w:val="24"/>
    </w:rPr>
  </w:style>
  <w:style w:type="character" w:customStyle="1" w:styleId="DateChar">
    <w:name w:val="Date Char"/>
    <w:basedOn w:val="DefaultParagraphFont"/>
    <w:link w:val="Date"/>
    <w:uiPriority w:val="99"/>
    <w:locked/>
    <w:rsid w:val="006F2660"/>
    <w:rPr>
      <w:rFonts w:ascii="宋体" w:cs="Times New Roman"/>
      <w:sz w:val="24"/>
    </w:rPr>
  </w:style>
  <w:style w:type="paragraph" w:styleId="BodyTextIndent2">
    <w:name w:val="Body Text Indent 2"/>
    <w:basedOn w:val="Normal"/>
    <w:link w:val="BodyTextIndent2Char"/>
    <w:uiPriority w:val="99"/>
    <w:rsid w:val="006F2660"/>
    <w:pPr>
      <w:spacing w:after="120" w:line="480" w:lineRule="auto"/>
      <w:ind w:leftChars="200" w:left="42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semiHidden/>
    <w:rsid w:val="006F2660"/>
    <w:rPr>
      <w:sz w:val="18"/>
      <w:szCs w:val="18"/>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Footer">
    <w:name w:val="footer"/>
    <w:basedOn w:val="Normal"/>
    <w:link w:val="FooterChar"/>
    <w:uiPriority w:val="99"/>
    <w:rsid w:val="006F266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Header">
    <w:name w:val="header"/>
    <w:basedOn w:val="Normal"/>
    <w:link w:val="HeaderChar"/>
    <w:uiPriority w:val="99"/>
    <w:rsid w:val="006F266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BodyText2">
    <w:name w:val="Body Text 2"/>
    <w:basedOn w:val="Normal"/>
    <w:link w:val="BodyText2Char"/>
    <w:uiPriority w:val="99"/>
    <w:rsid w:val="006F2660"/>
    <w:pPr>
      <w:spacing w:after="120" w:line="480" w:lineRule="auto"/>
    </w:p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rsid w:val="006F2660"/>
    <w:pPr>
      <w:spacing w:beforeAutospacing="1" w:afterAutospacing="1"/>
      <w:jc w:val="left"/>
    </w:pPr>
    <w:rPr>
      <w:kern w:val="0"/>
      <w:sz w:val="24"/>
    </w:rPr>
  </w:style>
  <w:style w:type="character" w:styleId="Strong">
    <w:name w:val="Strong"/>
    <w:basedOn w:val="DefaultParagraphFont"/>
    <w:uiPriority w:val="99"/>
    <w:qFormat/>
    <w:rsid w:val="006F2660"/>
    <w:rPr>
      <w:rFonts w:cs="Times New Roman"/>
      <w:b/>
    </w:rPr>
  </w:style>
  <w:style w:type="character" w:styleId="PageNumber">
    <w:name w:val="page number"/>
    <w:basedOn w:val="DefaultParagraphFont"/>
    <w:uiPriority w:val="99"/>
    <w:rsid w:val="006F2660"/>
    <w:rPr>
      <w:rFonts w:cs="Times New Roman"/>
    </w:rPr>
  </w:style>
  <w:style w:type="character" w:styleId="Hyperlink">
    <w:name w:val="Hyperlink"/>
    <w:basedOn w:val="DefaultParagraphFont"/>
    <w:uiPriority w:val="99"/>
    <w:rsid w:val="006F2660"/>
    <w:rPr>
      <w:rFonts w:cs="Times New Roman"/>
      <w:color w:val="0000FF"/>
      <w:u w:val="single"/>
    </w:rPr>
  </w:style>
  <w:style w:type="character" w:styleId="CommentReference">
    <w:name w:val="annotation reference"/>
    <w:basedOn w:val="DefaultParagraphFont"/>
    <w:uiPriority w:val="99"/>
    <w:semiHidden/>
    <w:rsid w:val="006F2660"/>
    <w:rPr>
      <w:rFonts w:cs="Times New Roman"/>
      <w:sz w:val="21"/>
    </w:rPr>
  </w:style>
  <w:style w:type="paragraph" w:customStyle="1" w:styleId="a">
    <w:name w:val="标题二级"/>
    <w:basedOn w:val="Normal"/>
    <w:uiPriority w:val="99"/>
    <w:rsid w:val="006F2660"/>
    <w:pPr>
      <w:ind w:firstLineChars="200" w:firstLine="200"/>
    </w:pPr>
    <w:rPr>
      <w:kern w:val="0"/>
      <w:sz w:val="28"/>
      <w:szCs w:val="28"/>
    </w:rPr>
  </w:style>
  <w:style w:type="paragraph" w:customStyle="1" w:styleId="Default">
    <w:name w:val="Default"/>
    <w:uiPriority w:val="99"/>
    <w:rsid w:val="006F2660"/>
    <w:pPr>
      <w:widowControl w:val="0"/>
      <w:autoSpaceDE w:val="0"/>
      <w:autoSpaceDN w:val="0"/>
      <w:adjustRightInd w:val="0"/>
    </w:pPr>
    <w:rPr>
      <w:rFonts w:ascii="宋体" w:cs="宋体"/>
      <w:color w:val="000000"/>
      <w:kern w:val="0"/>
      <w:sz w:val="24"/>
      <w:szCs w:val="24"/>
    </w:rPr>
  </w:style>
  <w:style w:type="paragraph" w:customStyle="1" w:styleId="CharCharCharChar">
    <w:name w:val="Char Char Char Char"/>
    <w:basedOn w:val="Normal"/>
    <w:uiPriority w:val="99"/>
    <w:rsid w:val="006F2660"/>
    <w:rPr>
      <w:rFonts w:ascii="Tahoma" w:hAnsi="Tahoma"/>
      <w:sz w:val="24"/>
    </w:rPr>
  </w:style>
  <w:style w:type="paragraph" w:styleId="ListParagraph">
    <w:name w:val="List Paragraph"/>
    <w:basedOn w:val="Normal"/>
    <w:uiPriority w:val="99"/>
    <w:qFormat/>
    <w:rsid w:val="006F2660"/>
    <w:pPr>
      <w:ind w:firstLineChars="200" w:firstLine="420"/>
    </w:pPr>
  </w:style>
  <w:style w:type="paragraph" w:customStyle="1" w:styleId="CharCharCharChar1">
    <w:name w:val="Char Char Char Char1"/>
    <w:basedOn w:val="Normal"/>
    <w:uiPriority w:val="99"/>
    <w:rsid w:val="006F2660"/>
    <w:pPr>
      <w:widowControl/>
      <w:spacing w:after="160" w:line="240" w:lineRule="exact"/>
      <w:jc w:val="left"/>
    </w:pPr>
    <w:rPr>
      <w:rFonts w:ascii="Verdana" w:eastAsia="仿宋_GB2312" w:hAnsi="Verdana"/>
      <w:kern w:val="0"/>
      <w:sz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84</Words>
  <Characters>481</Characters>
  <Application>Microsoft Office Outlook</Application>
  <DocSecurity>0</DocSecurity>
  <Lines>0</Lines>
  <Paragraphs>0</Paragraphs>
  <ScaleCrop>false</ScaleCrop>
  <Company>KY工作室</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工程编号：                               备案盖章：</dc:title>
  <dc:subject/>
  <dc:creator>KY Jiang</dc:creator>
  <cp:keywords/>
  <dc:description/>
  <cp:lastModifiedBy>lenovo</cp:lastModifiedBy>
  <cp:revision>82</cp:revision>
  <cp:lastPrinted>2016-08-29T08:03:00Z</cp:lastPrinted>
  <dcterms:created xsi:type="dcterms:W3CDTF">2019-01-15T08:22:00Z</dcterms:created>
  <dcterms:modified xsi:type="dcterms:W3CDTF">2020-02-24T08:07:00Z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